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5C9331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C1352C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C1352C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743604" w14:textId="3AF720A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1352C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1352C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9316" w14:textId="77777777" w:rsidR="00842DE2" w:rsidRDefault="00842DE2" w:rsidP="00C16ABF">
      <w:pPr>
        <w:spacing w:after="0" w:line="240" w:lineRule="auto"/>
      </w:pPr>
      <w:r>
        <w:separator/>
      </w:r>
    </w:p>
  </w:endnote>
  <w:endnote w:type="continuationSeparator" w:id="0">
    <w:p w14:paraId="5918D3F7" w14:textId="77777777" w:rsidR="00842DE2" w:rsidRDefault="00842D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EDEB" w14:textId="77777777" w:rsidR="00842DE2" w:rsidRDefault="00842DE2" w:rsidP="00C16ABF">
      <w:pPr>
        <w:spacing w:after="0" w:line="240" w:lineRule="auto"/>
      </w:pPr>
      <w:r>
        <w:separator/>
      </w:r>
    </w:p>
  </w:footnote>
  <w:footnote w:type="continuationSeparator" w:id="0">
    <w:p w14:paraId="6B4AF57D" w14:textId="77777777" w:rsidR="00842DE2" w:rsidRDefault="00842DE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DE2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52C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CCCD57-4EA0-486F-AC58-82180B5D81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2020-10-14T09:58:00Z</dcterms:created>
  <dcterms:modified xsi:type="dcterms:W3CDTF">2021-11-03T20:12:00Z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